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04A8AAF1" w14:textId="382B632A" w:rsidR="004E4D12" w:rsidRDefault="004E4D12" w:rsidP="004E4D12">
      <w:pPr>
        <w:pStyle w:val="Tituldatum"/>
        <w:jc w:val="both"/>
      </w:pPr>
      <w:r w:rsidRPr="004E4D12">
        <w:rPr>
          <w:rStyle w:val="Nzevakce"/>
        </w:rPr>
        <w:t>„Výstavba PZS přejezdu P4416 v km 7,578 trati Osoblaha – Třemešná ve Slezsku“</w:t>
      </w:r>
      <w:r>
        <w:rPr>
          <w:rStyle w:val="Nzevakce"/>
          <w:b w:val="0"/>
        </w:rPr>
        <w:t xml:space="preserve">  </w:t>
      </w:r>
      <w:sdt>
        <w:sdtPr>
          <w:rPr>
            <w:b/>
            <w:sz w:val="36"/>
          </w:rPr>
          <w:alias w:val="Název akce - VYplnit pole - přenese se do zápatí"/>
          <w:tag w:val="Název akce"/>
          <w:id w:val="1889687308"/>
          <w:placeholder>
            <w:docPart w:val="73E20A7AED494F0985052586B8ED74FE"/>
          </w:placeholder>
          <w:text w:multiLine="1"/>
        </w:sdtPr>
        <w:sdtContent>
          <w:r w:rsidR="00A35382" w:rsidRPr="00A35382">
            <w:rPr>
              <w:b/>
              <w:sz w:val="36"/>
            </w:rPr>
            <w:t>„Výstavba PZS přejezdu P4417 v km 8,777 trati Osoblaha – Třemešná ve Slezsku“ „Výstavba PZS přejezdu P4429 v km 16,877 trati Osoblaha – Třemešná ve Slezsku</w:t>
          </w:r>
          <w:r w:rsidR="00360691">
            <w:rPr>
              <w:b/>
              <w:sz w:val="36"/>
            </w:rPr>
            <w:t>“</w:t>
          </w:r>
        </w:sdtContent>
      </w:sdt>
    </w:p>
    <w:p w14:paraId="6818C6D7" w14:textId="55B28743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694E398F" w14:textId="1BE5C524" w:rsidR="000008ED" w:rsidRDefault="006C2343" w:rsidP="004E4D12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4E4D12" w:rsidRPr="004E4D12">
        <w:rPr>
          <w:highlight w:val="yellow"/>
        </w:rPr>
        <w:t>27</w:t>
      </w:r>
      <w:r w:rsidRPr="004E4D12">
        <w:rPr>
          <w:highlight w:val="yellow"/>
        </w:rPr>
        <w:t xml:space="preserve">. </w:t>
      </w:r>
      <w:r w:rsidR="009933B5" w:rsidRPr="004E4D12">
        <w:rPr>
          <w:highlight w:val="yellow"/>
        </w:rPr>
        <w:t>1</w:t>
      </w:r>
      <w:r w:rsidRPr="004E4D12">
        <w:rPr>
          <w:highlight w:val="yellow"/>
        </w:rPr>
        <w:t>. 20</w:t>
      </w:r>
      <w:r w:rsidR="00A616BE" w:rsidRPr="004E4D12">
        <w:rPr>
          <w:highlight w:val="yellow"/>
        </w:rPr>
        <w:t>2</w:t>
      </w:r>
      <w:r w:rsidR="004E4D12" w:rsidRPr="004E4D12">
        <w:rPr>
          <w:highlight w:val="yellow"/>
        </w:rPr>
        <w:t>1</w:t>
      </w:r>
      <w:r w:rsidR="000008ED">
        <w:t xml:space="preserve"> </w:t>
      </w:r>
      <w:r w:rsidR="00826B7B">
        <w:br w:type="page"/>
      </w:r>
    </w:p>
    <w:p w14:paraId="79030DB8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A66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A665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A665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A66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A665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</w:t>
      </w:r>
      <w:proofErr w:type="gramStart"/>
      <w:r w:rsidR="00F17F49">
        <w:t>3,4,…</w:t>
      </w:r>
      <w:proofErr w:type="gramEnd"/>
      <w:r w:rsidR="00F17F49">
        <w:t>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vlastní</w:t>
      </w:r>
      <w:proofErr w:type="gramEnd"/>
      <w:r>
        <w:t xml:space="preserve">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proofErr w:type="gramStart"/>
      <w:r w:rsidRPr="005E07BA">
        <w:rPr>
          <w:rStyle w:val="Tun"/>
        </w:rPr>
        <w:t>položky</w:t>
      </w:r>
      <w:r>
        <w:t xml:space="preserve"> - zahrnuje</w:t>
      </w:r>
      <w:proofErr w:type="gramEnd"/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proofErr w:type="gramStart"/>
      <w:r w:rsidR="003E6B82" w:rsidRPr="00DE369C">
        <w:rPr>
          <w:rStyle w:val="Tun"/>
          <w:b w:val="0"/>
        </w:rPr>
        <w:t>desetinné místa</w:t>
      </w:r>
      <w:proofErr w:type="gramEnd"/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70ADE" w14:textId="77777777" w:rsidR="006A6655" w:rsidRDefault="006A6655" w:rsidP="00962258">
      <w:pPr>
        <w:spacing w:after="0" w:line="240" w:lineRule="auto"/>
      </w:pPr>
      <w:r>
        <w:separator/>
      </w:r>
    </w:p>
  </w:endnote>
  <w:endnote w:type="continuationSeparator" w:id="0">
    <w:p w14:paraId="1C0C79B0" w14:textId="77777777" w:rsidR="006A6655" w:rsidRDefault="006A6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3CB5DC75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360691" w:rsidRPr="00360691">
            <w:rPr>
              <w:b/>
              <w:bCs/>
              <w:noProof/>
            </w:rPr>
            <w:t>„</w:t>
          </w:r>
          <w:r w:rsidR="00360691">
            <w:rPr>
              <w:b/>
              <w:noProof/>
            </w:rPr>
            <w:t>Výstavba PZS přejezdu P4416 v km 7,578 trati Osoblaha – Třemešná ve Slezsku“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BD09167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360691" w:rsidRPr="00360691">
            <w:rPr>
              <w:b/>
              <w:bCs/>
              <w:noProof/>
            </w:rPr>
            <w:t>„</w:t>
          </w:r>
          <w:r w:rsidR="00360691">
            <w:rPr>
              <w:b/>
              <w:noProof/>
            </w:rPr>
            <w:t>Výstavba PZS přejezdu P4416 v km 7,578 trati Osoblaha – Třemešná ve Slezsku“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6BD65" w14:textId="77777777" w:rsidR="006A6655" w:rsidRDefault="006A6655" w:rsidP="00962258">
      <w:pPr>
        <w:spacing w:after="0" w:line="240" w:lineRule="auto"/>
      </w:pPr>
      <w:r>
        <w:separator/>
      </w:r>
    </w:p>
  </w:footnote>
  <w:footnote w:type="continuationSeparator" w:id="0">
    <w:p w14:paraId="398B3EEC" w14:textId="77777777" w:rsidR="006A6655" w:rsidRDefault="006A6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30E46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0691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4D12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655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35382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74EF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5DF633DB-5E82-4783-9B5B-E4DFCDE4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E20A7AED494F0985052586B8ED7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8BE56E-F590-4A3E-BB94-7B55A3DB74EB}"/>
      </w:docPartPr>
      <w:docPartBody>
        <w:p w:rsidR="009F45E2" w:rsidRDefault="00A21A4A" w:rsidP="00A21A4A">
          <w:pPr>
            <w:pStyle w:val="73E20A7AED494F0985052586B8ED74F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150A3"/>
    <w:rsid w:val="00730B76"/>
    <w:rsid w:val="008B6702"/>
    <w:rsid w:val="008E26D9"/>
    <w:rsid w:val="009C5CCD"/>
    <w:rsid w:val="009F45E2"/>
    <w:rsid w:val="00A21A4A"/>
    <w:rsid w:val="00A44688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1A4A"/>
    <w:rPr>
      <w:color w:val="808080"/>
    </w:rPr>
  </w:style>
  <w:style w:type="paragraph" w:customStyle="1" w:styleId="73E20A7AED494F0985052586B8ED74FE">
    <w:name w:val="73E20A7AED494F0985052586B8ED74FE"/>
    <w:rsid w:val="00A21A4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30</TotalTime>
  <Pages>1</Pages>
  <Words>1600</Words>
  <Characters>9443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Michaela	Hanová</cp:lastModifiedBy>
  <cp:revision>10</cp:revision>
  <cp:lastPrinted>2019-03-13T10:28:00Z</cp:lastPrinted>
  <dcterms:created xsi:type="dcterms:W3CDTF">2020-12-15T07:50:00Z</dcterms:created>
  <dcterms:modified xsi:type="dcterms:W3CDTF">2021-01-27T06:37:00Z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